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59F" w:rsidRPr="00BC559F" w:rsidRDefault="00EB0076">
      <w:pPr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Übung</w:t>
      </w:r>
      <w:proofErr w:type="spellEnd"/>
      <w:r w:rsidR="00BC559F" w:rsidRPr="00BC559F">
        <w:rPr>
          <w:rFonts w:ascii="Arial" w:hAnsi="Arial" w:cs="Arial"/>
          <w:b/>
          <w:sz w:val="28"/>
        </w:rPr>
        <w:t>:</w:t>
      </w:r>
      <w:proofErr w:type="gramEnd"/>
    </w:p>
    <w:p w:rsidR="00BC559F" w:rsidRPr="00A2687E" w:rsidRDefault="00EB0076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 w:rsidR="00BC559F" w:rsidRPr="00A2687E">
        <w:rPr>
          <w:rFonts w:ascii="Arial" w:hAnsi="Arial" w:cs="Arial"/>
          <w:b/>
          <w:sz w:val="28"/>
        </w:rPr>
        <w:t xml:space="preserve"> : </w:t>
      </w:r>
    </w:p>
    <w:p w:rsidR="00EB0076" w:rsidRDefault="00EB0076" w:rsidP="00EB00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</w:t>
      </w:r>
      <w:r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28</w:t>
      </w:r>
      <w:r>
        <w:rPr>
          <w:rFonts w:ascii="Arial" w:hAnsi="Arial" w:cs="Arial"/>
          <w:sz w:val="28"/>
        </w:rPr>
        <w:t xml:space="preserve"> ? </w:t>
      </w:r>
    </w:p>
    <w:p w:rsidR="00EB0076" w:rsidRDefault="00EB0076" w:rsidP="00EB0076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28</w:t>
      </w:r>
      <w:r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 xml:space="preserve"> =…</w:t>
      </w:r>
    </w:p>
    <w:p w:rsidR="00EB0076" w:rsidRDefault="00EB0076" w:rsidP="00EB00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45 </w:t>
      </w:r>
      <w:r>
        <w:rPr>
          <w:rFonts w:ascii="Arial" w:hAnsi="Arial" w:cs="Arial"/>
          <w:sz w:val="28"/>
        </w:rPr>
        <w:t xml:space="preserve">? </w:t>
      </w:r>
    </w:p>
    <w:p w:rsidR="00EB0076" w:rsidRDefault="00EB0076" w:rsidP="00EB0076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45</w:t>
      </w:r>
      <w:r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=…</w:t>
      </w:r>
    </w:p>
    <w:p w:rsidR="00EB0076" w:rsidRDefault="00EB0076" w:rsidP="00EB00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</w:t>
      </w:r>
      <w:r>
        <w:rPr>
          <w:rFonts w:ascii="Arial" w:hAnsi="Arial" w:cs="Arial"/>
          <w:sz w:val="28"/>
        </w:rPr>
        <w:t>9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72</w:t>
      </w:r>
      <w:r>
        <w:rPr>
          <w:rFonts w:ascii="Arial" w:hAnsi="Arial" w:cs="Arial"/>
          <w:sz w:val="28"/>
        </w:rPr>
        <w:t xml:space="preserve"> ? </w:t>
      </w:r>
    </w:p>
    <w:p w:rsidR="00EB0076" w:rsidRDefault="00EB0076" w:rsidP="00EB0076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72</w:t>
      </w:r>
      <w:r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>9</w:t>
      </w:r>
      <w:r>
        <w:rPr>
          <w:rFonts w:ascii="Arial" w:hAnsi="Arial" w:cs="Arial"/>
          <w:sz w:val="28"/>
        </w:rPr>
        <w:t xml:space="preserve"> =…</w:t>
      </w:r>
    </w:p>
    <w:p w:rsidR="00A2687E" w:rsidRDefault="00A2687E">
      <w:pPr>
        <w:rPr>
          <w:rFonts w:ascii="Arial" w:hAnsi="Arial" w:cs="Arial"/>
          <w:b/>
          <w:sz w:val="28"/>
        </w:rPr>
      </w:pPr>
    </w:p>
    <w:p w:rsidR="00BC559F" w:rsidRPr="00BC559F" w:rsidRDefault="00EB0076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BC559F" w:rsidRPr="00BC559F">
        <w:rPr>
          <w:rFonts w:ascii="Arial" w:hAnsi="Arial" w:cs="Arial"/>
          <w:b/>
          <w:sz w:val="28"/>
        </w:rPr>
        <w:t> :</w:t>
      </w:r>
    </w:p>
    <w:p w:rsidR="00EB0076" w:rsidRPr="00A2687E" w:rsidRDefault="00EB0076" w:rsidP="00EB0076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Manchmal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es </w:t>
      </w:r>
      <w:proofErr w:type="spellStart"/>
      <w:r>
        <w:rPr>
          <w:rFonts w:ascii="Arial" w:hAnsi="Arial" w:cs="Arial"/>
          <w:sz w:val="24"/>
        </w:rPr>
        <w:t>keine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genaue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Antwort</w:t>
      </w:r>
      <w:proofErr w:type="spellEnd"/>
      <w:r w:rsidRPr="00A2687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Es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Zum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Beispiel</w:t>
      </w:r>
      <w:proofErr w:type="spellEnd"/>
      <w:r w:rsidRPr="00A2687E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für</w:t>
      </w:r>
      <w:proofErr w:type="spellEnd"/>
      <w:r w:rsidRPr="00A2687E">
        <w:rPr>
          <w:rFonts w:ascii="Arial" w:hAnsi="Arial" w:cs="Arial"/>
          <w:sz w:val="24"/>
        </w:rPr>
        <w:t xml:space="preserve"> 62 : 8 </w:t>
      </w:r>
    </w:p>
    <w:p w:rsidR="00EB0076" w:rsidRPr="00A2687E" w:rsidRDefault="00EB0076" w:rsidP="00EB0076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das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A2687E">
        <w:rPr>
          <w:rFonts w:ascii="Arial" w:hAnsi="Arial" w:cs="Arial"/>
          <w:sz w:val="24"/>
        </w:rPr>
        <w:t xml:space="preserve"> 6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der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 w:rsidRPr="00A2687E">
        <w:rPr>
          <w:rFonts w:ascii="Arial" w:hAnsi="Arial" w:cs="Arial"/>
          <w:sz w:val="24"/>
        </w:rPr>
        <w:t>)</w:t>
      </w:r>
    </w:p>
    <w:p w:rsidR="00A2687E" w:rsidRDefault="00EB007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</w:t>
      </w:r>
      <w:r w:rsidR="00C848C5">
        <w:rPr>
          <w:rFonts w:ascii="Arial" w:hAnsi="Arial" w:cs="Arial"/>
          <w:sz w:val="28"/>
        </w:rPr>
        <w:t>7</w:t>
      </w:r>
      <w:r w:rsidR="006D54F1">
        <w:rPr>
          <w:rFonts w:ascii="Arial" w:hAnsi="Arial" w:cs="Arial"/>
          <w:sz w:val="28"/>
        </w:rPr>
        <w:t>4</w:t>
      </w:r>
      <w:r w:rsidR="00C848C5">
        <w:rPr>
          <w:rFonts w:ascii="Arial" w:hAnsi="Arial" w:cs="Arial"/>
          <w:sz w:val="28"/>
        </w:rPr>
        <w:t xml:space="preserve"> : 9 </w:t>
      </w:r>
    </w:p>
    <w:p w:rsidR="00C848C5" w:rsidRDefault="00EB0076" w:rsidP="00C848C5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C848C5">
        <w:rPr>
          <w:rFonts w:ascii="Arial" w:hAnsi="Arial" w:cs="Arial"/>
          <w:sz w:val="28"/>
        </w:rPr>
        <w:t>7</w:t>
      </w:r>
      <w:r w:rsidR="006D54F1">
        <w:rPr>
          <w:rFonts w:ascii="Arial" w:hAnsi="Arial" w:cs="Arial"/>
          <w:sz w:val="28"/>
        </w:rPr>
        <w:t>4</w:t>
      </w:r>
      <w:r w:rsidR="00C848C5">
        <w:rPr>
          <w:rFonts w:ascii="Arial" w:hAnsi="Arial" w:cs="Arial"/>
          <w:sz w:val="28"/>
        </w:rPr>
        <w:t> = 9 x … + …</w:t>
      </w:r>
    </w:p>
    <w:p w:rsidR="006D54F1" w:rsidRDefault="006D54F1">
      <w:pPr>
        <w:rPr>
          <w:rFonts w:ascii="Arial" w:hAnsi="Arial" w:cs="Arial"/>
          <w:sz w:val="28"/>
        </w:rPr>
      </w:pPr>
    </w:p>
    <w:p w:rsidR="00A2687E" w:rsidRDefault="00EB007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</w:t>
      </w:r>
      <w:r w:rsidR="00C848C5">
        <w:rPr>
          <w:rFonts w:ascii="Arial" w:hAnsi="Arial" w:cs="Arial"/>
          <w:sz w:val="28"/>
        </w:rPr>
        <w:t>6</w:t>
      </w:r>
      <w:r w:rsidR="006D54F1">
        <w:rPr>
          <w:rFonts w:ascii="Arial" w:hAnsi="Arial" w:cs="Arial"/>
          <w:sz w:val="28"/>
        </w:rPr>
        <w:t>4</w:t>
      </w:r>
      <w:r w:rsidR="00C848C5">
        <w:rPr>
          <w:rFonts w:ascii="Arial" w:hAnsi="Arial" w:cs="Arial"/>
          <w:sz w:val="28"/>
        </w:rPr>
        <w:t xml:space="preserve"> : </w:t>
      </w:r>
      <w:r w:rsidR="006D54F1">
        <w:rPr>
          <w:rFonts w:ascii="Arial" w:hAnsi="Arial" w:cs="Arial"/>
          <w:sz w:val="28"/>
        </w:rPr>
        <w:t>7</w:t>
      </w:r>
    </w:p>
    <w:p w:rsidR="00C848C5" w:rsidRDefault="00EB0076" w:rsidP="00C848C5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proofErr w:type="gramStart"/>
      <w:r w:rsidR="00C848C5">
        <w:rPr>
          <w:rFonts w:ascii="Arial" w:hAnsi="Arial" w:cs="Arial"/>
          <w:sz w:val="28"/>
        </w:rPr>
        <w:t>6</w:t>
      </w:r>
      <w:r w:rsidR="006D54F1">
        <w:rPr>
          <w:rFonts w:ascii="Arial" w:hAnsi="Arial" w:cs="Arial"/>
          <w:sz w:val="28"/>
        </w:rPr>
        <w:t>7</w:t>
      </w:r>
      <w:r w:rsidR="00C848C5">
        <w:rPr>
          <w:rFonts w:ascii="Arial" w:hAnsi="Arial" w:cs="Arial"/>
          <w:sz w:val="28"/>
        </w:rPr>
        <w:t>  =</w:t>
      </w:r>
      <w:proofErr w:type="gramEnd"/>
      <w:r w:rsidR="00C848C5">
        <w:rPr>
          <w:rFonts w:ascii="Arial" w:hAnsi="Arial" w:cs="Arial"/>
          <w:sz w:val="28"/>
        </w:rPr>
        <w:t xml:space="preserve"> </w:t>
      </w:r>
      <w:r w:rsidR="006D54F1">
        <w:rPr>
          <w:rFonts w:ascii="Arial" w:hAnsi="Arial" w:cs="Arial"/>
          <w:sz w:val="28"/>
        </w:rPr>
        <w:t>7</w:t>
      </w:r>
      <w:r w:rsidR="00C848C5">
        <w:rPr>
          <w:rFonts w:ascii="Arial" w:hAnsi="Arial" w:cs="Arial"/>
          <w:sz w:val="28"/>
        </w:rPr>
        <w:t xml:space="preserve"> x …+ …</w:t>
      </w:r>
    </w:p>
    <w:p w:rsidR="006D54F1" w:rsidRDefault="006D54F1" w:rsidP="00C848C5">
      <w:pPr>
        <w:ind w:left="1416" w:firstLine="708"/>
        <w:rPr>
          <w:rFonts w:ascii="Arial" w:hAnsi="Arial" w:cs="Arial"/>
          <w:sz w:val="28"/>
        </w:rPr>
      </w:pPr>
    </w:p>
    <w:p w:rsidR="006D54F1" w:rsidRDefault="00EB0076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</w:t>
      </w:r>
      <w:r w:rsidR="006D54F1">
        <w:rPr>
          <w:rFonts w:ascii="Arial" w:hAnsi="Arial" w:cs="Arial"/>
          <w:sz w:val="28"/>
        </w:rPr>
        <w:t>63 : 5</w:t>
      </w:r>
    </w:p>
    <w:p w:rsidR="006D54F1" w:rsidRDefault="00EB0076" w:rsidP="006D54F1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6D54F1">
        <w:rPr>
          <w:rFonts w:ascii="Arial" w:hAnsi="Arial" w:cs="Arial"/>
          <w:sz w:val="28"/>
        </w:rPr>
        <w:t>63 = 5 x …+ …</w:t>
      </w:r>
    </w:p>
    <w:p w:rsidR="00EB0076" w:rsidRPr="00BC559F" w:rsidRDefault="00EB0076" w:rsidP="00EB0076">
      <w:pPr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Übung</w:t>
      </w:r>
      <w:proofErr w:type="spellEnd"/>
      <w:r w:rsidRPr="00BC559F">
        <w:rPr>
          <w:rFonts w:ascii="Arial" w:hAnsi="Arial" w:cs="Arial"/>
          <w:b/>
          <w:sz w:val="28"/>
        </w:rPr>
        <w:t>:</w:t>
      </w:r>
      <w:proofErr w:type="gramEnd"/>
    </w:p>
    <w:p w:rsidR="00EB0076" w:rsidRPr="00A2687E" w:rsidRDefault="00EB0076" w:rsidP="00EB0076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 w:rsidRPr="00A2687E">
        <w:rPr>
          <w:rFonts w:ascii="Arial" w:hAnsi="Arial" w:cs="Arial"/>
          <w:b/>
          <w:sz w:val="28"/>
        </w:rPr>
        <w:t xml:space="preserve"> : </w:t>
      </w:r>
    </w:p>
    <w:p w:rsidR="00EB0076" w:rsidRDefault="00EB0076" w:rsidP="00EB00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4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28 ? </w:t>
      </w:r>
    </w:p>
    <w:p w:rsidR="00EB0076" w:rsidRDefault="00EB0076" w:rsidP="00EB0076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28 : 4 =…</w:t>
      </w:r>
    </w:p>
    <w:p w:rsidR="00EB0076" w:rsidRDefault="00EB0076" w:rsidP="00EB00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5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45 ? </w:t>
      </w:r>
    </w:p>
    <w:p w:rsidR="00EB0076" w:rsidRDefault="00EB0076" w:rsidP="00EB0076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45 : 5 =…</w:t>
      </w:r>
    </w:p>
    <w:p w:rsidR="00EB0076" w:rsidRDefault="00EB0076" w:rsidP="00EB00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9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72 ? </w:t>
      </w:r>
    </w:p>
    <w:p w:rsidR="00EB0076" w:rsidRDefault="00EB0076" w:rsidP="00EB0076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72 : 9 =…</w:t>
      </w:r>
    </w:p>
    <w:p w:rsidR="00EB0076" w:rsidRDefault="00EB0076" w:rsidP="00EB0076">
      <w:pPr>
        <w:rPr>
          <w:rFonts w:ascii="Arial" w:hAnsi="Arial" w:cs="Arial"/>
          <w:b/>
          <w:sz w:val="28"/>
        </w:rPr>
      </w:pPr>
    </w:p>
    <w:p w:rsidR="00EB0076" w:rsidRPr="00BC559F" w:rsidRDefault="00EB0076" w:rsidP="00EB0076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BC559F">
        <w:rPr>
          <w:rFonts w:ascii="Arial" w:hAnsi="Arial" w:cs="Arial"/>
          <w:b/>
          <w:sz w:val="28"/>
        </w:rPr>
        <w:t> :</w:t>
      </w:r>
    </w:p>
    <w:p w:rsidR="00EB0076" w:rsidRPr="00A2687E" w:rsidRDefault="00EB0076" w:rsidP="00EB0076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Manchmal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es </w:t>
      </w:r>
      <w:proofErr w:type="spellStart"/>
      <w:r>
        <w:rPr>
          <w:rFonts w:ascii="Arial" w:hAnsi="Arial" w:cs="Arial"/>
          <w:sz w:val="24"/>
        </w:rPr>
        <w:t>keine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genaue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Antwort</w:t>
      </w:r>
      <w:proofErr w:type="spellEnd"/>
      <w:r w:rsidRPr="00A2687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Es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Zum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Beispiel</w:t>
      </w:r>
      <w:proofErr w:type="spellEnd"/>
      <w:r w:rsidRPr="00A2687E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für</w:t>
      </w:r>
      <w:proofErr w:type="spellEnd"/>
      <w:r w:rsidRPr="00A2687E">
        <w:rPr>
          <w:rFonts w:ascii="Arial" w:hAnsi="Arial" w:cs="Arial"/>
          <w:sz w:val="24"/>
        </w:rPr>
        <w:t xml:space="preserve"> 62 : 8 </w:t>
      </w:r>
    </w:p>
    <w:p w:rsidR="00EB0076" w:rsidRPr="00A2687E" w:rsidRDefault="00EB0076" w:rsidP="00EB0076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das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A2687E">
        <w:rPr>
          <w:rFonts w:ascii="Arial" w:hAnsi="Arial" w:cs="Arial"/>
          <w:sz w:val="24"/>
        </w:rPr>
        <w:t xml:space="preserve"> 6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der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 w:rsidRPr="00A2687E">
        <w:rPr>
          <w:rFonts w:ascii="Arial" w:hAnsi="Arial" w:cs="Arial"/>
          <w:sz w:val="24"/>
        </w:rPr>
        <w:t>)</w:t>
      </w:r>
    </w:p>
    <w:p w:rsidR="00EB0076" w:rsidRDefault="00EB0076" w:rsidP="00EB007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74 : 9 </w:t>
      </w:r>
    </w:p>
    <w:p w:rsidR="00EB0076" w:rsidRDefault="00EB0076" w:rsidP="00EB0076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74 = 9 x … + …</w:t>
      </w:r>
    </w:p>
    <w:p w:rsidR="00EB0076" w:rsidRDefault="00EB0076" w:rsidP="00EB0076">
      <w:pPr>
        <w:rPr>
          <w:rFonts w:ascii="Arial" w:hAnsi="Arial" w:cs="Arial"/>
          <w:sz w:val="28"/>
        </w:rPr>
      </w:pPr>
    </w:p>
    <w:p w:rsidR="00EB0076" w:rsidRDefault="00EB0076" w:rsidP="00EB007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64 : 7</w:t>
      </w:r>
    </w:p>
    <w:p w:rsidR="00EB0076" w:rsidRDefault="00EB0076" w:rsidP="00EB0076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>67  =</w:t>
      </w:r>
      <w:proofErr w:type="gramEnd"/>
      <w:r>
        <w:rPr>
          <w:rFonts w:ascii="Arial" w:hAnsi="Arial" w:cs="Arial"/>
          <w:sz w:val="28"/>
        </w:rPr>
        <w:t xml:space="preserve"> 7 x …+ …</w:t>
      </w:r>
    </w:p>
    <w:p w:rsidR="00EB0076" w:rsidRDefault="00EB0076" w:rsidP="00EB0076">
      <w:pPr>
        <w:ind w:left="1416" w:firstLine="708"/>
        <w:rPr>
          <w:rFonts w:ascii="Arial" w:hAnsi="Arial" w:cs="Arial"/>
          <w:sz w:val="28"/>
        </w:rPr>
      </w:pPr>
    </w:p>
    <w:p w:rsidR="00EB0076" w:rsidRDefault="00EB0076" w:rsidP="00EB007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63 : 5</w:t>
      </w:r>
    </w:p>
    <w:p w:rsidR="006D54F1" w:rsidRDefault="00EB0076" w:rsidP="00EB0076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63 = 5 x …+ …</w:t>
      </w:r>
      <w:bookmarkStart w:id="0" w:name="_GoBack"/>
      <w:bookmarkEnd w:id="0"/>
    </w:p>
    <w:sectPr w:rsidR="006D54F1" w:rsidSect="00BC559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59F"/>
    <w:rsid w:val="001C4B97"/>
    <w:rsid w:val="001D645B"/>
    <w:rsid w:val="005175A3"/>
    <w:rsid w:val="005F7238"/>
    <w:rsid w:val="006D54F1"/>
    <w:rsid w:val="007E024D"/>
    <w:rsid w:val="00902E01"/>
    <w:rsid w:val="00A2687E"/>
    <w:rsid w:val="00BC559F"/>
    <w:rsid w:val="00C848C5"/>
    <w:rsid w:val="00EB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3930"/>
  <w15:chartTrackingRefBased/>
  <w15:docId w15:val="{6F657228-9F1D-4E27-9179-D94065EC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2019-08-12T16:55:00Z</dcterms:created>
  <dcterms:modified xsi:type="dcterms:W3CDTF">2019-08-12T16:55:00Z</dcterms:modified>
</cp:coreProperties>
</file>